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B94" w:rsidRDefault="00EE5B94">
      <w:pPr>
        <w:rPr>
          <w:sz w:val="20"/>
          <w:szCs w:val="20"/>
        </w:rPr>
      </w:pPr>
      <w:r>
        <w:rPr>
          <w:sz w:val="20"/>
          <w:szCs w:val="20"/>
        </w:rPr>
        <w:t>my name is jose bautista im Dominican coming from a middle class family and well im star talking about</w:t>
      </w:r>
    </w:p>
    <w:p w:rsidR="00EE5B94" w:rsidRDefault="00EE5B94">
      <w:pPr>
        <w:rPr>
          <w:sz w:val="20"/>
          <w:szCs w:val="20"/>
        </w:rPr>
      </w:pPr>
      <w:r>
        <w:rPr>
          <w:sz w:val="20"/>
          <w:szCs w:val="20"/>
        </w:rPr>
        <w:t>my like and the American dream.</w:t>
      </w:r>
    </w:p>
    <w:p w:rsidR="00EE5B94" w:rsidRDefault="00EE5B94">
      <w:pPr>
        <w:rPr>
          <w:sz w:val="20"/>
          <w:szCs w:val="20"/>
        </w:rPr>
      </w:pPr>
      <w:r>
        <w:rPr>
          <w:sz w:val="20"/>
          <w:szCs w:val="20"/>
        </w:rPr>
        <w:t>well when I first came here from Dominican republic in febreury 09.2007 when I arrive in the new york I want totally in love the beautiful city and everthing.</w:t>
      </w:r>
    </w:p>
    <w:p w:rsidR="00EE5B94" w:rsidRDefault="00EE5B94">
      <w:pPr>
        <w:rPr>
          <w:sz w:val="20"/>
          <w:szCs w:val="20"/>
        </w:rPr>
      </w:pPr>
      <w:r>
        <w:rPr>
          <w:sz w:val="20"/>
          <w:szCs w:val="20"/>
        </w:rPr>
        <w:t>When I was riding home with family I was so happy but it was super late 10 something pm and I was lookingjh at the highway and I was like so amazibgh and I was  like so amazingh and I was cold I don’t knoe.</w:t>
      </w:r>
    </w:p>
    <w:p w:rsidR="00EE5B94" w:rsidRDefault="00EE5B94">
      <w:pPr>
        <w:rPr>
          <w:sz w:val="20"/>
          <w:szCs w:val="20"/>
        </w:rPr>
      </w:pPr>
      <w:r>
        <w:rPr>
          <w:sz w:val="20"/>
          <w:szCs w:val="20"/>
        </w:rPr>
        <w:t xml:space="preserve">But my family decide to come here to the united state because they looking fot better future for me and my brother and maybe to andavace to another level like get money to buy or make a house in a good place in the </w:t>
      </w:r>
      <w:smartTag w:uri="urn:schemas-microsoft-com:office:smarttags" w:element="place">
        <w:smartTag w:uri="urn:schemas-microsoft-com:office:smarttags" w:element="country-region">
          <w:r>
            <w:rPr>
              <w:sz w:val="20"/>
              <w:szCs w:val="20"/>
            </w:rPr>
            <w:t>Dominican republic</w:t>
          </w:r>
        </w:smartTag>
      </w:smartTag>
      <w:r>
        <w:rPr>
          <w:sz w:val="20"/>
          <w:szCs w:val="20"/>
        </w:rPr>
        <w:t xml:space="preserve"> and have a better life.</w:t>
      </w:r>
    </w:p>
    <w:p w:rsidR="00EE5B94" w:rsidRDefault="00EE5B94">
      <w:pPr>
        <w:rPr>
          <w:sz w:val="20"/>
          <w:szCs w:val="20"/>
        </w:rPr>
      </w:pPr>
      <w:r>
        <w:rPr>
          <w:sz w:val="20"/>
          <w:szCs w:val="20"/>
        </w:rPr>
        <w:t>We as a family has stayed together always together no matter what and the circumstances and we avoidingh the violence I n the Dominican republic having lets say a better life herwe in u.s and yeat than my life .</w:t>
      </w:r>
    </w:p>
    <w:p w:rsidR="00EE5B94" w:rsidRPr="005F234E" w:rsidRDefault="00EE5B94">
      <w:pPr>
        <w:rPr>
          <w:sz w:val="20"/>
          <w:szCs w:val="20"/>
        </w:rPr>
      </w:pPr>
      <w:r>
        <w:rPr>
          <w:sz w:val="20"/>
          <w:szCs w:val="20"/>
        </w:rPr>
        <w:t>Ms.lovett         period 3</w:t>
      </w:r>
    </w:p>
    <w:sectPr w:rsidR="00EE5B94" w:rsidRPr="005F234E" w:rsidSect="00D745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0814"/>
    <w:rsid w:val="00001F08"/>
    <w:rsid w:val="001B792B"/>
    <w:rsid w:val="003B60A7"/>
    <w:rsid w:val="004A5D69"/>
    <w:rsid w:val="005F234E"/>
    <w:rsid w:val="00685575"/>
    <w:rsid w:val="006A3DCE"/>
    <w:rsid w:val="00780814"/>
    <w:rsid w:val="00825B56"/>
    <w:rsid w:val="008519E4"/>
    <w:rsid w:val="008748B8"/>
    <w:rsid w:val="00C659A5"/>
    <w:rsid w:val="00D745C2"/>
    <w:rsid w:val="00EE5B9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5C2"/>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148</Words>
  <Characters>850</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 name is jose bsutista im Dominican coming from a middle class family and well i</dc:title>
  <dc:subject/>
  <dc:creator>ALF67</dc:creator>
  <cp:keywords/>
  <dc:description/>
  <cp:lastModifiedBy>Administrator</cp:lastModifiedBy>
  <cp:revision>2</cp:revision>
  <dcterms:created xsi:type="dcterms:W3CDTF">2010-12-08T16:32:00Z</dcterms:created>
  <dcterms:modified xsi:type="dcterms:W3CDTF">2010-12-08T16:32:00Z</dcterms:modified>
</cp:coreProperties>
</file>